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24F94" w14:textId="77777777" w:rsidR="001A562F" w:rsidRPr="001A562F" w:rsidRDefault="001A562F" w:rsidP="001A562F">
      <w:pPr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Vestfyns Gymnasium</w:t>
      </w:r>
    </w:p>
    <w:p w14:paraId="0AF387E2" w14:textId="77777777" w:rsidR="001A562F" w:rsidRPr="001A562F" w:rsidRDefault="001A562F" w:rsidP="001A562F">
      <w:pPr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Langbygårdsvej 4</w:t>
      </w:r>
    </w:p>
    <w:p w14:paraId="3BB09589" w14:textId="77777777" w:rsidR="001A562F" w:rsidRDefault="001A562F" w:rsidP="001A562F">
      <w:pPr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5620 Glamsbjerg</w:t>
      </w:r>
    </w:p>
    <w:p w14:paraId="006585FA" w14:textId="1792CFD5" w:rsidR="001A562F" w:rsidRPr="001A562F" w:rsidRDefault="00635ED5" w:rsidP="001A562F">
      <w:pPr>
        <w:jc w:val="right"/>
        <w:rPr>
          <w:rFonts w:ascii="Helvetica Neue UltraLight" w:hAnsi="Helvetica Neue UltraLight"/>
          <w:color w:val="44546A" w:themeColor="text2"/>
          <w:sz w:val="20"/>
          <w:szCs w:val="20"/>
        </w:rPr>
      </w:pPr>
      <w:r>
        <w:rPr>
          <w:rFonts w:ascii="Helvetica Neue UltraLight" w:hAnsi="Helvetica Neue UltraLight"/>
          <w:color w:val="44546A" w:themeColor="text2"/>
          <w:sz w:val="20"/>
          <w:szCs w:val="20"/>
        </w:rPr>
        <w:t>3</w:t>
      </w:r>
      <w:r w:rsidR="008650FA">
        <w:rPr>
          <w:rFonts w:ascii="Helvetica Neue UltraLight" w:hAnsi="Helvetica Neue UltraLight"/>
          <w:color w:val="44546A" w:themeColor="text2"/>
          <w:sz w:val="20"/>
          <w:szCs w:val="20"/>
        </w:rPr>
        <w:t>. marts 20</w:t>
      </w:r>
      <w:r w:rsidR="00154829">
        <w:rPr>
          <w:rFonts w:ascii="Helvetica Neue UltraLight" w:hAnsi="Helvetica Neue UltraLight"/>
          <w:color w:val="44546A" w:themeColor="text2"/>
          <w:sz w:val="20"/>
          <w:szCs w:val="20"/>
        </w:rPr>
        <w:t>20</w:t>
      </w:r>
    </w:p>
    <w:p w14:paraId="51D16A83" w14:textId="79254156" w:rsidR="001A562F" w:rsidRPr="001A562F" w:rsidRDefault="00145066" w:rsidP="001A562F">
      <w:pPr>
        <w:pStyle w:val="Overskrift1"/>
        <w:spacing w:before="0"/>
        <w:jc w:val="center"/>
      </w:pPr>
      <w:r>
        <w:t>Referat</w:t>
      </w:r>
      <w:r w:rsidR="00522D04">
        <w:t xml:space="preserve"> </w:t>
      </w:r>
      <w:r w:rsidR="001A562F" w:rsidRPr="001A562F">
        <w:t>Bestyrelsesmøde</w:t>
      </w:r>
      <w:r w:rsidR="00522D04">
        <w:t>t</w:t>
      </w:r>
    </w:p>
    <w:p w14:paraId="69F00140" w14:textId="43EFB088" w:rsidR="001A562F" w:rsidRPr="001A562F" w:rsidRDefault="00823B93" w:rsidP="001A562F">
      <w:pPr>
        <w:pStyle w:val="Overskrift1"/>
        <w:spacing w:before="0"/>
        <w:jc w:val="center"/>
      </w:pPr>
      <w:r>
        <w:t>Onsdag d. 1</w:t>
      </w:r>
      <w:r w:rsidR="00154829">
        <w:t>1</w:t>
      </w:r>
      <w:r w:rsidR="001A562F" w:rsidRPr="001A562F">
        <w:t xml:space="preserve">. </w:t>
      </w:r>
      <w:r w:rsidR="001A562F">
        <w:t>marts</w:t>
      </w:r>
      <w:r>
        <w:t xml:space="preserve"> 20</w:t>
      </w:r>
      <w:r w:rsidR="00154829">
        <w:t>20</w:t>
      </w:r>
      <w:r w:rsidR="001A562F" w:rsidRPr="001A562F">
        <w:t xml:space="preserve"> kl. 16.00-18.00 på Vestfyns Gymnasium</w:t>
      </w:r>
    </w:p>
    <w:p w14:paraId="376CDE6D" w14:textId="3947803B" w:rsidR="001A562F" w:rsidRPr="001A562F" w:rsidRDefault="00497870" w:rsidP="001A562F">
      <w:pPr>
        <w:pStyle w:val="Overskrift1"/>
        <w:spacing w:before="0"/>
        <w:jc w:val="center"/>
      </w:pPr>
      <w:r>
        <w:t>Mødelokale 20 på 1. s</w:t>
      </w:r>
      <w:r w:rsidR="001A562F" w:rsidRPr="001A562F">
        <w:t>al</w:t>
      </w:r>
    </w:p>
    <w:p w14:paraId="669DBDD5" w14:textId="07E82C07" w:rsidR="001A562F" w:rsidRDefault="00165103" w:rsidP="00943C03">
      <w:pPr>
        <w:pStyle w:val="Overskrift4"/>
      </w:pPr>
      <w:r>
        <w:t xml:space="preserve">Afbud fra: Gitte Mogensen, Nanna </w:t>
      </w:r>
      <w:proofErr w:type="spellStart"/>
      <w:r>
        <w:t>Tité</w:t>
      </w:r>
      <w:proofErr w:type="spellEnd"/>
      <w:r>
        <w:t xml:space="preserve"> og Jakob Kildehave</w:t>
      </w:r>
    </w:p>
    <w:p w14:paraId="70EDC8FB" w14:textId="77777777" w:rsidR="00165103" w:rsidRPr="00165103" w:rsidRDefault="00165103" w:rsidP="00165103"/>
    <w:p w14:paraId="4C888419" w14:textId="07CD9A05" w:rsidR="001A562F" w:rsidRDefault="001A562F" w:rsidP="001A562F">
      <w:pPr>
        <w:pStyle w:val="Overskrift2"/>
        <w:numPr>
          <w:ilvl w:val="0"/>
          <w:numId w:val="2"/>
        </w:numPr>
        <w:rPr>
          <w:b/>
        </w:rPr>
      </w:pPr>
      <w:r w:rsidRPr="001A562F">
        <w:rPr>
          <w:b/>
        </w:rPr>
        <w:t>Underskrivelse af referat</w:t>
      </w:r>
      <w:r w:rsidR="00823B93">
        <w:rPr>
          <w:b/>
        </w:rPr>
        <w:t xml:space="preserve"> fra</w:t>
      </w:r>
      <w:r w:rsidR="00E22A4F">
        <w:rPr>
          <w:b/>
        </w:rPr>
        <w:t xml:space="preserve"> </w:t>
      </w:r>
      <w:r w:rsidRPr="001A562F">
        <w:rPr>
          <w:b/>
        </w:rPr>
        <w:t>sidste bestyrelsesmøde</w:t>
      </w:r>
      <w:r w:rsidR="00823B93">
        <w:rPr>
          <w:b/>
        </w:rPr>
        <w:t xml:space="preserve"> d. </w:t>
      </w:r>
      <w:r w:rsidR="00366409">
        <w:rPr>
          <w:b/>
        </w:rPr>
        <w:t>2</w:t>
      </w:r>
      <w:r w:rsidR="00154829">
        <w:rPr>
          <w:b/>
        </w:rPr>
        <w:t>7</w:t>
      </w:r>
      <w:r w:rsidR="00E22A4F">
        <w:rPr>
          <w:b/>
        </w:rPr>
        <w:t xml:space="preserve">. </w:t>
      </w:r>
      <w:r w:rsidR="00823B93">
        <w:rPr>
          <w:b/>
        </w:rPr>
        <w:t>januar 20</w:t>
      </w:r>
      <w:r w:rsidR="00154829">
        <w:rPr>
          <w:b/>
        </w:rPr>
        <w:t>20</w:t>
      </w:r>
    </w:p>
    <w:p w14:paraId="2C408641" w14:textId="407A6F7C" w:rsidR="001A562F" w:rsidRDefault="00145066" w:rsidP="00170633">
      <w:pPr>
        <w:pStyle w:val="Overskrift4"/>
      </w:pPr>
      <w:r>
        <w:t>Referatet blev underskrevet</w:t>
      </w:r>
      <w:r w:rsidR="003C6C4C">
        <w:t>.</w:t>
      </w:r>
    </w:p>
    <w:p w14:paraId="3413B96C" w14:textId="77777777" w:rsidR="003C6C4C" w:rsidRPr="003C6C4C" w:rsidRDefault="003C6C4C" w:rsidP="003C6C4C"/>
    <w:p w14:paraId="426B36EB" w14:textId="77777777" w:rsidR="001A562F" w:rsidRPr="001A562F" w:rsidRDefault="001A562F" w:rsidP="001A562F">
      <w:pPr>
        <w:pStyle w:val="Overskrift2"/>
        <w:numPr>
          <w:ilvl w:val="0"/>
          <w:numId w:val="2"/>
        </w:numPr>
        <w:rPr>
          <w:b/>
        </w:rPr>
      </w:pPr>
      <w:r w:rsidRPr="001A562F">
        <w:rPr>
          <w:b/>
        </w:rPr>
        <w:t>Godkendelse af den udsendte dagsorden</w:t>
      </w:r>
    </w:p>
    <w:p w14:paraId="26269DE7" w14:textId="05389AA8" w:rsidR="001A562F" w:rsidRDefault="003C6C4C" w:rsidP="003C6C4C">
      <w:pPr>
        <w:pStyle w:val="Overskrift4"/>
      </w:pPr>
      <w:r>
        <w:t>Den udsendte dagsorden blev godkend</w:t>
      </w:r>
      <w:r w:rsidR="00CB0248">
        <w:t>t</w:t>
      </w:r>
      <w:r>
        <w:t xml:space="preserve"> – under evt. tages situationen med </w:t>
      </w:r>
      <w:proofErr w:type="spellStart"/>
      <w:r>
        <w:t>Coronavirus</w:t>
      </w:r>
      <w:proofErr w:type="spellEnd"/>
      <w:r>
        <w:t xml:space="preserve"> og </w:t>
      </w:r>
      <w:proofErr w:type="spellStart"/>
      <w:r>
        <w:t>VG’s</w:t>
      </w:r>
      <w:proofErr w:type="spellEnd"/>
      <w:r>
        <w:t xml:space="preserve"> beredskab op.</w:t>
      </w:r>
      <w:r w:rsidR="00CB0248">
        <w:t xml:space="preserve"> </w:t>
      </w:r>
    </w:p>
    <w:p w14:paraId="6791DAD3" w14:textId="77777777" w:rsidR="00CB0248" w:rsidRPr="00CB0248" w:rsidRDefault="00CB0248" w:rsidP="00CB0248"/>
    <w:p w14:paraId="32847A2A" w14:textId="3AE36FC2" w:rsidR="001A562F" w:rsidRPr="00533FDB" w:rsidRDefault="00823B93" w:rsidP="00533FDB">
      <w:pPr>
        <w:pStyle w:val="Overskrift2"/>
        <w:numPr>
          <w:ilvl w:val="0"/>
          <w:numId w:val="2"/>
        </w:numPr>
        <w:rPr>
          <w:b/>
        </w:rPr>
      </w:pPr>
      <w:r>
        <w:rPr>
          <w:b/>
        </w:rPr>
        <w:t>Årsregnskab og Årsrapport 201</w:t>
      </w:r>
      <w:r w:rsidR="00216088">
        <w:rPr>
          <w:b/>
        </w:rPr>
        <w:t>9</w:t>
      </w:r>
    </w:p>
    <w:p w14:paraId="457678D1" w14:textId="17FC5968" w:rsidR="00533FDB" w:rsidRDefault="004D0C6B" w:rsidP="00E22A4F">
      <w:pPr>
        <w:ind w:left="360"/>
      </w:pPr>
      <w:r>
        <w:t>Statsaut. r</w:t>
      </w:r>
      <w:r w:rsidR="00533FDB">
        <w:t xml:space="preserve">evisor Brian Skovhus </w:t>
      </w:r>
      <w:r w:rsidR="00E22A4F">
        <w:t>Jakobsen</w:t>
      </w:r>
      <w:r w:rsidR="00533FDB">
        <w:t xml:space="preserve"> forelægger regnskab og årsrapport. Mette </w:t>
      </w:r>
      <w:proofErr w:type="spellStart"/>
      <w:r w:rsidR="00823B93">
        <w:t>Baunehøj</w:t>
      </w:r>
      <w:proofErr w:type="spellEnd"/>
      <w:r w:rsidR="00823B93">
        <w:t xml:space="preserve"> </w:t>
      </w:r>
      <w:proofErr w:type="spellStart"/>
      <w:r w:rsidR="00533FDB">
        <w:t>Eilstrup</w:t>
      </w:r>
      <w:proofErr w:type="spellEnd"/>
      <w:r w:rsidR="00533FDB">
        <w:t xml:space="preserve"> deltager under dette punkt.</w:t>
      </w:r>
      <w:r w:rsidR="00E22A4F">
        <w:t xml:space="preserve"> </w:t>
      </w:r>
      <w:r w:rsidR="00533FDB">
        <w:t>Bestyrelsen skal godkende og underskrive både Årsrapport og Revis</w:t>
      </w:r>
      <w:r w:rsidR="00367794">
        <w:t>ionsprotokollater.</w:t>
      </w:r>
    </w:p>
    <w:p w14:paraId="6D05BD8B" w14:textId="733C1DFA" w:rsidR="00533FDB" w:rsidRDefault="00736C96" w:rsidP="00533FDB">
      <w:pPr>
        <w:ind w:left="360"/>
      </w:pPr>
      <w:r>
        <w:t>Årsrapport, revisionsprotokollat og bestyrelsestjekliste er vedlagt som bilag.</w:t>
      </w:r>
    </w:p>
    <w:p w14:paraId="5068E741" w14:textId="5783238E" w:rsidR="003C6C4C" w:rsidRDefault="003C6C4C" w:rsidP="003C6C4C">
      <w:pPr>
        <w:pStyle w:val="Overskrift4"/>
      </w:pPr>
      <w:r>
        <w:t xml:space="preserve">Statsaut. revisor Brian Skovhus Jakobsen forelagde regnskab, årsrapport samt revisionsprotokollatet. </w:t>
      </w:r>
      <w:r w:rsidR="00DB6BEC">
        <w:t xml:space="preserve">Årsregnskabet har fået en blank revisorpåtegning. </w:t>
      </w:r>
      <w:r w:rsidR="00703A80">
        <w:t xml:space="preserve">Revisor anbefaler, at der udarbejdes en finansiel strategi. </w:t>
      </w:r>
      <w:r w:rsidR="003635E5">
        <w:t xml:space="preserve">En enkelt formulering vedr. vikaransættelse i ledelsesberetning omformuleres. </w:t>
      </w:r>
      <w:r w:rsidR="00522D04">
        <w:t>Bestyrelsen godkendte og underskrev såvel årsrapport som revisionsprotokollat. Bestyrelsen tog i øvrigt fremlæggelsen til efterretning.</w:t>
      </w:r>
    </w:p>
    <w:p w14:paraId="2E3FABBC" w14:textId="48BB1BEE" w:rsidR="001A2BB5" w:rsidRDefault="001A2BB5" w:rsidP="00823B93"/>
    <w:p w14:paraId="7439827C" w14:textId="04C2E1DC" w:rsidR="001A2BB5" w:rsidRPr="001A2BB5" w:rsidRDefault="001A2BB5" w:rsidP="001A2BB5">
      <w:pPr>
        <w:pStyle w:val="Overskrift2"/>
        <w:numPr>
          <w:ilvl w:val="0"/>
          <w:numId w:val="2"/>
        </w:numPr>
        <w:rPr>
          <w:b/>
        </w:rPr>
      </w:pPr>
      <w:r w:rsidRPr="001A2BB5">
        <w:rPr>
          <w:b/>
        </w:rPr>
        <w:t xml:space="preserve">Status for ansøgertal 1.g </w:t>
      </w:r>
      <w:r w:rsidR="00823B93">
        <w:rPr>
          <w:b/>
        </w:rPr>
        <w:t>skoleåret 20</w:t>
      </w:r>
      <w:r w:rsidR="00832183">
        <w:rPr>
          <w:b/>
        </w:rPr>
        <w:t>20</w:t>
      </w:r>
      <w:r w:rsidR="00823B93">
        <w:rPr>
          <w:b/>
        </w:rPr>
        <w:t>-</w:t>
      </w:r>
      <w:r w:rsidR="0050429E">
        <w:rPr>
          <w:b/>
        </w:rPr>
        <w:t>2</w:t>
      </w:r>
      <w:r w:rsidR="00832183">
        <w:rPr>
          <w:b/>
        </w:rPr>
        <w:t>1</w:t>
      </w:r>
      <w:r w:rsidRPr="001A2BB5">
        <w:rPr>
          <w:b/>
        </w:rPr>
        <w:t xml:space="preserve"> på VG og på Fyn</w:t>
      </w:r>
    </w:p>
    <w:p w14:paraId="5BAC189F" w14:textId="2CE04CF9" w:rsidR="001A2BB5" w:rsidRDefault="00522D04" w:rsidP="00522D04">
      <w:pPr>
        <w:pStyle w:val="Overskrift4"/>
      </w:pPr>
      <w:r>
        <w:t xml:space="preserve">Ole Toft Hansen orienterede om søgetallene. VG har pt. 1. prioritetsansøgere til 6 </w:t>
      </w:r>
      <w:r w:rsidR="00163490">
        <w:t xml:space="preserve">fyldte </w:t>
      </w:r>
      <w:r>
        <w:t>klasser</w:t>
      </w:r>
      <w:r w:rsidR="0039158C">
        <w:t xml:space="preserve"> – 172 ansøgere pr. dags dato</w:t>
      </w:r>
      <w:r>
        <w:t xml:space="preserve">. </w:t>
      </w:r>
      <w:r w:rsidR="0039158C">
        <w:t>Bestyrelsen giver opbakning til, at vi i tilfælde af</w:t>
      </w:r>
      <w:r w:rsidR="00950F52">
        <w:t>, at vi</w:t>
      </w:r>
      <w:r w:rsidR="0039158C">
        <w:t xml:space="preserve"> bliver nødt til at modtage elever fra overansøgte skoler i Odense, går efter at få elever nok til at fylde den 7. klasse, således at der </w:t>
      </w:r>
      <w:r w:rsidR="00CB2506">
        <w:t>enten bliver 6 eller 7 fyldte klasser</w:t>
      </w:r>
      <w:r w:rsidR="00950F52">
        <w:t xml:space="preserve"> til skolestart i 2020.</w:t>
      </w:r>
    </w:p>
    <w:p w14:paraId="36A2BD68" w14:textId="77777777" w:rsidR="004B79C8" w:rsidRDefault="004B79C8" w:rsidP="00084F76">
      <w:pPr>
        <w:ind w:left="360"/>
      </w:pPr>
    </w:p>
    <w:p w14:paraId="6847F9F4" w14:textId="3C706850" w:rsidR="004B79C8" w:rsidRPr="008C41AA" w:rsidRDefault="007D1F3B" w:rsidP="004B79C8">
      <w:pPr>
        <w:pStyle w:val="Overskrift2"/>
        <w:numPr>
          <w:ilvl w:val="0"/>
          <w:numId w:val="2"/>
        </w:numPr>
        <w:rPr>
          <w:b/>
        </w:rPr>
      </w:pPr>
      <w:r>
        <w:rPr>
          <w:b/>
        </w:rPr>
        <w:t>Elevfordeling i fremtiden</w:t>
      </w:r>
    </w:p>
    <w:p w14:paraId="61A09383" w14:textId="225B9B4C" w:rsidR="004B79C8" w:rsidRDefault="004B79C8" w:rsidP="00084F76">
      <w:pPr>
        <w:ind w:left="360"/>
      </w:pPr>
      <w:r>
        <w:t>Den af den tidligere regering nedsatte arbejdsgruppe har udgivet sin rapport omkring fordeling af elever og kapacitetsfastsættelse</w:t>
      </w:r>
      <w:r w:rsidR="00C65530">
        <w:t>.</w:t>
      </w:r>
    </w:p>
    <w:p w14:paraId="6DC1E1C1" w14:textId="35DCAAE6" w:rsidR="00522D04" w:rsidRDefault="00522D04" w:rsidP="00522D04">
      <w:pPr>
        <w:pStyle w:val="Overskrift4"/>
      </w:pPr>
      <w:r>
        <w:t>Ole Toft Hansen orienterede om rapporten</w:t>
      </w:r>
      <w:r w:rsidR="00473793">
        <w:t xml:space="preserve"> med fokus på klyngemodellen.</w:t>
      </w:r>
      <w:r w:rsidR="00587598">
        <w:t xml:space="preserve"> Bestyrelsen tog orienteringen til efterretning.</w:t>
      </w:r>
    </w:p>
    <w:p w14:paraId="2A30FB71" w14:textId="342AE7A2" w:rsidR="007D1F3B" w:rsidRDefault="007D1F3B" w:rsidP="00084F76">
      <w:pPr>
        <w:ind w:left="360"/>
      </w:pPr>
    </w:p>
    <w:p w14:paraId="397B0C42" w14:textId="4DF4751C" w:rsidR="007D1F3B" w:rsidRPr="008C41AA" w:rsidRDefault="007D1F3B" w:rsidP="007D1F3B">
      <w:pPr>
        <w:pStyle w:val="Overskrift2"/>
        <w:numPr>
          <w:ilvl w:val="0"/>
          <w:numId w:val="2"/>
        </w:numPr>
        <w:rPr>
          <w:b/>
        </w:rPr>
      </w:pPr>
      <w:r>
        <w:rPr>
          <w:b/>
        </w:rPr>
        <w:t>Status på visionsplanen</w:t>
      </w:r>
    </w:p>
    <w:p w14:paraId="6D04F390" w14:textId="4182B50D" w:rsidR="007D1F3B" w:rsidRDefault="00577B6A" w:rsidP="00084F76">
      <w:pPr>
        <w:ind w:left="360"/>
      </w:pPr>
      <w:r>
        <w:t>Emnet tages op til vedtagelse på mødet i maj. Bilag vedlagt.</w:t>
      </w:r>
    </w:p>
    <w:p w14:paraId="4E688997" w14:textId="2AEC730E" w:rsidR="00522D04" w:rsidRDefault="00522D04" w:rsidP="00522D04">
      <w:pPr>
        <w:pStyle w:val="Overskrift4"/>
      </w:pPr>
      <w:r>
        <w:t xml:space="preserve">Ole Toft Hansen orienterede om status på visionsplanen. </w:t>
      </w:r>
      <w:r w:rsidR="00587598">
        <w:t>Der</w:t>
      </w:r>
      <w:r>
        <w:t xml:space="preserve"> iværksætte</w:t>
      </w:r>
      <w:r w:rsidR="00587598">
        <w:t>s</w:t>
      </w:r>
      <w:r>
        <w:t xml:space="preserve"> en konkurrence blandt eleverne omkring layoutet på visionerne til f.eks. hjemmesiden. </w:t>
      </w:r>
    </w:p>
    <w:p w14:paraId="650D6CBC" w14:textId="77777777" w:rsidR="0050429E" w:rsidRPr="002C15A9" w:rsidRDefault="0050429E" w:rsidP="007969E7"/>
    <w:p w14:paraId="2F53F6B7" w14:textId="33635903" w:rsidR="008C41AA" w:rsidRPr="008C41AA" w:rsidRDefault="0031709A" w:rsidP="008C41AA">
      <w:pPr>
        <w:pStyle w:val="Overskrift2"/>
        <w:numPr>
          <w:ilvl w:val="0"/>
          <w:numId w:val="2"/>
        </w:numPr>
        <w:rPr>
          <w:b/>
        </w:rPr>
      </w:pPr>
      <w:r>
        <w:rPr>
          <w:b/>
        </w:rPr>
        <w:lastRenderedPageBreak/>
        <w:t xml:space="preserve">Orientering og </w:t>
      </w:r>
      <w:r w:rsidR="00AD11AD" w:rsidRPr="00AD11AD">
        <w:rPr>
          <w:b/>
        </w:rPr>
        <w:t>Meddelelser</w:t>
      </w:r>
    </w:p>
    <w:p w14:paraId="06784D2A" w14:textId="25486F10" w:rsidR="00832183" w:rsidRDefault="00577B6A" w:rsidP="00832183">
      <w:pPr>
        <w:pStyle w:val="Listeafsnit"/>
        <w:numPr>
          <w:ilvl w:val="0"/>
          <w:numId w:val="4"/>
        </w:numPr>
      </w:pPr>
      <w:r>
        <w:t>Kantinesituationen</w:t>
      </w:r>
      <w:r w:rsidR="00C65530">
        <w:t>.</w:t>
      </w:r>
    </w:p>
    <w:p w14:paraId="66D9852A" w14:textId="00D73A82" w:rsidR="00522D04" w:rsidRDefault="00522D04" w:rsidP="00522D04">
      <w:pPr>
        <w:pStyle w:val="Overskrift4"/>
      </w:pPr>
      <w:r>
        <w:t>Kantinen kører med et meget lille overskud, der arbejdes pt. med flere fremtidsscenarier.</w:t>
      </w:r>
    </w:p>
    <w:p w14:paraId="4D961FE3" w14:textId="5BEC4E56" w:rsidR="00577B6A" w:rsidRDefault="00577B6A" w:rsidP="00832183">
      <w:pPr>
        <w:pStyle w:val="Listeafsnit"/>
        <w:numPr>
          <w:ilvl w:val="0"/>
          <w:numId w:val="4"/>
        </w:numPr>
      </w:pPr>
      <w:r>
        <w:t>Personalesituationen. 4 lærere går på pension.</w:t>
      </w:r>
    </w:p>
    <w:p w14:paraId="13863388" w14:textId="57BAE2AA" w:rsidR="00522D04" w:rsidRDefault="00522D04" w:rsidP="00522D04">
      <w:pPr>
        <w:pStyle w:val="Overskrift4"/>
      </w:pPr>
      <w:r>
        <w:t xml:space="preserve">Som følge af den </w:t>
      </w:r>
      <w:r w:rsidR="00FD43D1">
        <w:t xml:space="preserve">store </w:t>
      </w:r>
      <w:r>
        <w:t xml:space="preserve">naturlige afgang bliver det nødvendigt at </w:t>
      </w:r>
      <w:r w:rsidR="00950F52">
        <w:t>ansætte nye lærere</w:t>
      </w:r>
      <w:r>
        <w:t xml:space="preserve">. Især skal der ansættes en </w:t>
      </w:r>
      <w:r w:rsidR="005205C7">
        <w:t>underviser med kompetence i billedkunst</w:t>
      </w:r>
      <w:r w:rsidR="00FD43D1">
        <w:t xml:space="preserve">. Der er slået et antal stillinger op på gymnasiejob.dk. </w:t>
      </w:r>
    </w:p>
    <w:p w14:paraId="085905DA" w14:textId="62AE1862" w:rsidR="00C65530" w:rsidRDefault="00C65530" w:rsidP="00832183">
      <w:pPr>
        <w:pStyle w:val="Listeafsnit"/>
        <w:numPr>
          <w:ilvl w:val="0"/>
          <w:numId w:val="4"/>
        </w:numPr>
      </w:pPr>
      <w:r>
        <w:t>Opfølgning på GDPR.</w:t>
      </w:r>
    </w:p>
    <w:p w14:paraId="4BEA463C" w14:textId="48D9C6E9" w:rsidR="005205C7" w:rsidRDefault="00CF71FA" w:rsidP="005205C7">
      <w:pPr>
        <w:pStyle w:val="Overskrift4"/>
      </w:pPr>
      <w:r>
        <w:t xml:space="preserve">Søren Hjelholt Hansen orienterede: </w:t>
      </w:r>
      <w:r w:rsidR="0055666E">
        <w:t>Vi har haft et såkaldt ”360-graders-tilsyn” ved vores DPO d. 5. marts. Det så generelt meget</w:t>
      </w:r>
      <w:r w:rsidR="00AE1327">
        <w:t xml:space="preserve"> fornuftigt ud og vi er meget godt med. Der mangler dog enkelte procedurebeskrivelser, og så er det tid til </w:t>
      </w:r>
      <w:proofErr w:type="spellStart"/>
      <w:r w:rsidR="00AE1327">
        <w:t>awareness</w:t>
      </w:r>
      <w:proofErr w:type="spellEnd"/>
      <w:r w:rsidR="00AE1327">
        <w:t xml:space="preserve">-arrangement for lærere og </w:t>
      </w:r>
      <w:r w:rsidR="00950F52">
        <w:t>procedurebeskrivelser for</w:t>
      </w:r>
      <w:r w:rsidR="00AE1327">
        <w:t xml:space="preserve"> studie-, matematik- og læsevejleder</w:t>
      </w:r>
      <w:r w:rsidR="00950F52">
        <w:t>n</w:t>
      </w:r>
      <w:r w:rsidR="00AE1327">
        <w:t>e.</w:t>
      </w:r>
    </w:p>
    <w:p w14:paraId="2E05495C" w14:textId="2E6226D4" w:rsidR="00E22A4F" w:rsidRDefault="00832183" w:rsidP="00832183">
      <w:pPr>
        <w:pStyle w:val="Listeafsnit"/>
        <w:ind w:left="1080"/>
      </w:pPr>
      <w:r>
        <w:t xml:space="preserve"> </w:t>
      </w:r>
    </w:p>
    <w:p w14:paraId="1FB8187E" w14:textId="72DBA42F" w:rsidR="00B55333" w:rsidRDefault="00E22A4F" w:rsidP="00084F76">
      <w:pPr>
        <w:pStyle w:val="Overskrift2"/>
        <w:numPr>
          <w:ilvl w:val="0"/>
          <w:numId w:val="2"/>
        </w:numPr>
        <w:rPr>
          <w:b/>
        </w:rPr>
      </w:pPr>
      <w:r w:rsidRPr="00E22A4F">
        <w:rPr>
          <w:b/>
        </w:rPr>
        <w:t xml:space="preserve">Dato for næste </w:t>
      </w:r>
      <w:r w:rsidR="00B55333">
        <w:rPr>
          <w:b/>
        </w:rPr>
        <w:t>bestyrelses</w:t>
      </w:r>
      <w:r w:rsidR="004F4C39">
        <w:rPr>
          <w:b/>
        </w:rPr>
        <w:t>møde</w:t>
      </w:r>
    </w:p>
    <w:p w14:paraId="670FEEDF" w14:textId="58DD390A" w:rsidR="00E22A4F" w:rsidRPr="0050429E" w:rsidRDefault="00B55333" w:rsidP="001A2BB5">
      <w:pPr>
        <w:ind w:left="360"/>
        <w:rPr>
          <w:color w:val="FF0000"/>
        </w:rPr>
      </w:pPr>
      <w:r>
        <w:t>Næste ordinære bestyrelsesmøde:</w:t>
      </w:r>
      <w:r w:rsidR="00823B93">
        <w:t xml:space="preserve"> </w:t>
      </w:r>
      <w:proofErr w:type="gramStart"/>
      <w:r w:rsidR="00285108">
        <w:t>T</w:t>
      </w:r>
      <w:r w:rsidR="00577B6A">
        <w:t>i</w:t>
      </w:r>
      <w:r w:rsidR="00285108">
        <w:t>rsdag</w:t>
      </w:r>
      <w:proofErr w:type="gramEnd"/>
      <w:r w:rsidR="0050429E">
        <w:t xml:space="preserve"> d. </w:t>
      </w:r>
      <w:r w:rsidR="00DD31AF">
        <w:t>19</w:t>
      </w:r>
      <w:r w:rsidR="0050429E">
        <w:t>. maj 20</w:t>
      </w:r>
      <w:r w:rsidR="00DD31AF">
        <w:t>20</w:t>
      </w:r>
      <w:r w:rsidR="00577B6A">
        <w:t xml:space="preserve"> på Gl. </w:t>
      </w:r>
      <w:proofErr w:type="spellStart"/>
      <w:r w:rsidR="00577B6A">
        <w:t>Avernæs</w:t>
      </w:r>
      <w:proofErr w:type="spellEnd"/>
      <w:r w:rsidR="00577B6A">
        <w:t xml:space="preserve"> kl. 15</w:t>
      </w:r>
      <w:r w:rsidR="00C65530">
        <w:t>-20 inkl. middag.</w:t>
      </w:r>
    </w:p>
    <w:p w14:paraId="4EC76A70" w14:textId="77777777" w:rsidR="00E22A4F" w:rsidRDefault="00E22A4F" w:rsidP="00E22A4F"/>
    <w:p w14:paraId="534B176A" w14:textId="2D570043" w:rsidR="00E22A4F" w:rsidRDefault="00E22A4F" w:rsidP="00084F76">
      <w:pPr>
        <w:pStyle w:val="Overskrift2"/>
        <w:numPr>
          <w:ilvl w:val="0"/>
          <w:numId w:val="2"/>
        </w:numPr>
        <w:rPr>
          <w:b/>
        </w:rPr>
      </w:pPr>
      <w:r w:rsidRPr="00E22A4F">
        <w:rPr>
          <w:b/>
        </w:rPr>
        <w:t>Eventuelt.</w:t>
      </w:r>
    </w:p>
    <w:p w14:paraId="7DB1E453" w14:textId="2606E763" w:rsidR="005205C7" w:rsidRDefault="005205C7" w:rsidP="005205C7">
      <w:pPr>
        <w:pStyle w:val="Overskrift4"/>
      </w:pPr>
      <w:proofErr w:type="spellStart"/>
      <w:r>
        <w:t>Corona</w:t>
      </w:r>
      <w:proofErr w:type="spellEnd"/>
      <w:r>
        <w:t>-beredskab.</w:t>
      </w:r>
    </w:p>
    <w:p w14:paraId="71E79628" w14:textId="624348AE" w:rsidR="005205C7" w:rsidRDefault="00CF71FA" w:rsidP="005205C7">
      <w:pPr>
        <w:pStyle w:val="Overskrift4"/>
      </w:pPr>
      <w:r>
        <w:t xml:space="preserve">Vi orienterer os løbende i udmeldingerne fra </w:t>
      </w:r>
      <w:r w:rsidR="00D71FD4">
        <w:t xml:space="preserve">især </w:t>
      </w:r>
      <w:r>
        <w:t xml:space="preserve">BUVM og Danske Gymnasier og er særligt opmærksom på rejsevejledningerne i forbindelser med studierejserne for 2.g’erne i ugen op til påske. </w:t>
      </w:r>
    </w:p>
    <w:p w14:paraId="6FB6DF7C" w14:textId="3BF2BAFD" w:rsidR="00272D80" w:rsidRPr="00272D80" w:rsidRDefault="00272D80" w:rsidP="00272D80">
      <w:pPr>
        <w:pStyle w:val="Overskrift4"/>
      </w:pPr>
      <w:r>
        <w:t xml:space="preserve">Der er opsat </w:t>
      </w:r>
      <w:proofErr w:type="spellStart"/>
      <w:r>
        <w:t>afspritningsstandere</w:t>
      </w:r>
      <w:proofErr w:type="spellEnd"/>
      <w:r>
        <w:t xml:space="preserve"> ved de primære indgange til skolen samt ved kantinen. </w:t>
      </w:r>
      <w:r w:rsidR="00CF71FA">
        <w:t>Bestik til at tage med i buffeten skiftes hurtigere</w:t>
      </w:r>
      <w:r>
        <w:t>. Potentielt kan det blive en konsekvens, at vi vælger at lukke buffeten eller at kantinen skal lukkes helt.</w:t>
      </w:r>
    </w:p>
    <w:p w14:paraId="231856D8" w14:textId="77777777" w:rsidR="00CF71FA" w:rsidRDefault="00CF71FA" w:rsidP="00CF71FA">
      <w:pPr>
        <w:pStyle w:val="Overskrift4"/>
      </w:pPr>
      <w:r>
        <w:t>Studieinfo for 2.g’erne d. 23. marts er aflyst. Vi tilbagefører timer i skemaet!</w:t>
      </w:r>
    </w:p>
    <w:p w14:paraId="5C2127F7" w14:textId="77777777" w:rsidR="00CF71FA" w:rsidRDefault="00CF71FA" w:rsidP="00CF71FA">
      <w:pPr>
        <w:pStyle w:val="Overskrift4"/>
      </w:pPr>
      <w:r>
        <w:t>I tilfælde af karantæne-lukning af skolen i en kortere eller længere periode skal vi have udarbejdet et idekatalog med mulige måder at arbejde virtuelt/in absentia.</w:t>
      </w:r>
    </w:p>
    <w:p w14:paraId="7F0722F1" w14:textId="65B0C3F1" w:rsidR="00CF71FA" w:rsidRDefault="00CF71FA" w:rsidP="00CF71FA">
      <w:pPr>
        <w:pStyle w:val="Overskrift4"/>
      </w:pPr>
      <w:r>
        <w:t xml:space="preserve">OT </w:t>
      </w:r>
      <w:r w:rsidR="00777D34">
        <w:t xml:space="preserve">har netop </w:t>
      </w:r>
      <w:r>
        <w:t>udsend</w:t>
      </w:r>
      <w:r w:rsidR="00777D34">
        <w:t>t</w:t>
      </w:r>
      <w:r>
        <w:t xml:space="preserve"> en skrivelse til alle elever og lærere vedrørende nuværende tiltag og forberedelse på kommende.</w:t>
      </w:r>
    </w:p>
    <w:p w14:paraId="4959D296" w14:textId="15F09CC3" w:rsidR="00950F52" w:rsidRDefault="00950F52" w:rsidP="00950F52"/>
    <w:p w14:paraId="4ABA9744" w14:textId="68B7F32F" w:rsidR="00950F52" w:rsidRPr="00950F52" w:rsidRDefault="00950F52" w:rsidP="00950F52">
      <w:pPr>
        <w:pStyle w:val="Overskrift4"/>
      </w:pPr>
      <w:r>
        <w:t>Referent Søren Hjelholt Hansen</w:t>
      </w:r>
    </w:p>
    <w:p w14:paraId="33E95AE4" w14:textId="5C98923A" w:rsidR="00CF71FA" w:rsidRDefault="00CF71FA" w:rsidP="00CF71FA"/>
    <w:p w14:paraId="642EA970" w14:textId="6D271CE1" w:rsidR="00383518" w:rsidRDefault="00383518" w:rsidP="00CF71FA"/>
    <w:p w14:paraId="5F2503C8" w14:textId="77777777" w:rsidR="00383518" w:rsidRDefault="00383518" w:rsidP="00383518"/>
    <w:p w14:paraId="2A0F02E6" w14:textId="77777777" w:rsidR="00383518" w:rsidRPr="0036561F" w:rsidRDefault="00383518" w:rsidP="00383518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</w:t>
      </w:r>
    </w:p>
    <w:p w14:paraId="1CEEF2F8" w14:textId="77777777" w:rsidR="00383518" w:rsidRPr="0036561F" w:rsidRDefault="00383518" w:rsidP="00383518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Ole Nørregaard J</w:t>
      </w:r>
      <w:r>
        <w:rPr>
          <w:i/>
          <w:sz w:val="20"/>
          <w:szCs w:val="20"/>
        </w:rPr>
        <w:t>ensen (formand)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Gitte Mogensen </w:t>
      </w:r>
      <w:r w:rsidRPr="0036561F">
        <w:rPr>
          <w:i/>
          <w:sz w:val="20"/>
          <w:szCs w:val="20"/>
        </w:rPr>
        <w:t>(næstformand)</w:t>
      </w:r>
      <w:r w:rsidRPr="0036561F">
        <w:rPr>
          <w:i/>
          <w:sz w:val="20"/>
          <w:szCs w:val="20"/>
        </w:rPr>
        <w:br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</w:p>
    <w:p w14:paraId="15EBDD87" w14:textId="77777777" w:rsidR="00383518" w:rsidRPr="0036561F" w:rsidRDefault="00383518" w:rsidP="00383518">
      <w:pPr>
        <w:rPr>
          <w:i/>
          <w:sz w:val="20"/>
          <w:szCs w:val="20"/>
        </w:rPr>
      </w:pPr>
    </w:p>
    <w:p w14:paraId="149E37D2" w14:textId="77777777" w:rsidR="00383518" w:rsidRPr="0036561F" w:rsidRDefault="00383518" w:rsidP="00383518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  <w:r w:rsidRPr="0036561F">
        <w:rPr>
          <w:i/>
          <w:sz w:val="20"/>
          <w:szCs w:val="20"/>
        </w:rPr>
        <w:br/>
      </w:r>
      <w:r>
        <w:rPr>
          <w:i/>
          <w:sz w:val="20"/>
          <w:szCs w:val="20"/>
        </w:rPr>
        <w:t>Nikolaj Leed Henriksen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Kristine Lawaetz </w:t>
      </w:r>
      <w:proofErr w:type="spellStart"/>
      <w:r>
        <w:rPr>
          <w:i/>
          <w:sz w:val="20"/>
          <w:szCs w:val="20"/>
        </w:rPr>
        <w:t>Lyngbo</w:t>
      </w:r>
      <w:proofErr w:type="spellEnd"/>
    </w:p>
    <w:p w14:paraId="14D03A79" w14:textId="77777777" w:rsidR="00383518" w:rsidRDefault="00383518" w:rsidP="00383518">
      <w:pPr>
        <w:rPr>
          <w:i/>
          <w:sz w:val="20"/>
          <w:szCs w:val="20"/>
        </w:rPr>
      </w:pPr>
    </w:p>
    <w:p w14:paraId="135FFCDE" w14:textId="77777777" w:rsidR="00383518" w:rsidRPr="0036561F" w:rsidRDefault="00383518" w:rsidP="00383518">
      <w:pPr>
        <w:rPr>
          <w:i/>
          <w:sz w:val="20"/>
          <w:szCs w:val="20"/>
        </w:rPr>
      </w:pPr>
    </w:p>
    <w:p w14:paraId="64747A02" w14:textId="77777777" w:rsidR="00383518" w:rsidRPr="0036561F" w:rsidRDefault="00383518" w:rsidP="00383518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</w:p>
    <w:p w14:paraId="637982C1" w14:textId="77777777" w:rsidR="00383518" w:rsidRPr="0036561F" w:rsidRDefault="00383518" w:rsidP="00383518">
      <w:pPr>
        <w:rPr>
          <w:i/>
          <w:sz w:val="20"/>
          <w:szCs w:val="20"/>
        </w:rPr>
      </w:pPr>
      <w:r>
        <w:rPr>
          <w:i/>
          <w:sz w:val="20"/>
          <w:szCs w:val="20"/>
        </w:rPr>
        <w:t>Jan Helskov Hansen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Poul Dalgaard Jensen</w:t>
      </w:r>
    </w:p>
    <w:p w14:paraId="479A12C2" w14:textId="77777777" w:rsidR="00383518" w:rsidRPr="0036561F" w:rsidRDefault="00383518" w:rsidP="00383518">
      <w:pPr>
        <w:rPr>
          <w:i/>
          <w:sz w:val="20"/>
          <w:szCs w:val="20"/>
        </w:rPr>
      </w:pPr>
    </w:p>
    <w:p w14:paraId="7CCE84D9" w14:textId="77777777" w:rsidR="00383518" w:rsidRPr="0036561F" w:rsidRDefault="00383518" w:rsidP="00383518">
      <w:pPr>
        <w:rPr>
          <w:i/>
          <w:sz w:val="20"/>
          <w:szCs w:val="20"/>
        </w:rPr>
      </w:pPr>
    </w:p>
    <w:p w14:paraId="19CB7A03" w14:textId="77777777" w:rsidR="00383518" w:rsidRPr="0036561F" w:rsidRDefault="00383518" w:rsidP="00383518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2E147E43" w14:textId="77777777" w:rsidR="00383518" w:rsidRPr="0036561F" w:rsidRDefault="00383518" w:rsidP="00383518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Jakob Kildehave</w:t>
      </w:r>
      <w:r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Nanna </w:t>
      </w:r>
      <w:proofErr w:type="spellStart"/>
      <w:r>
        <w:rPr>
          <w:i/>
          <w:sz w:val="20"/>
          <w:szCs w:val="20"/>
        </w:rPr>
        <w:t>Tité</w:t>
      </w:r>
      <w:proofErr w:type="spellEnd"/>
      <w:r>
        <w:rPr>
          <w:i/>
          <w:sz w:val="20"/>
          <w:szCs w:val="20"/>
        </w:rPr>
        <w:t>, 3b</w:t>
      </w:r>
    </w:p>
    <w:p w14:paraId="633C9A84" w14:textId="77777777" w:rsidR="00383518" w:rsidRDefault="00383518" w:rsidP="00383518">
      <w:pPr>
        <w:rPr>
          <w:i/>
          <w:sz w:val="20"/>
          <w:szCs w:val="20"/>
        </w:rPr>
      </w:pPr>
    </w:p>
    <w:p w14:paraId="2700B36A" w14:textId="77777777" w:rsidR="00383518" w:rsidRDefault="00383518" w:rsidP="00383518">
      <w:pPr>
        <w:ind w:left="1304" w:hanging="1304"/>
        <w:rPr>
          <w:i/>
          <w:sz w:val="20"/>
          <w:szCs w:val="20"/>
        </w:rPr>
      </w:pPr>
    </w:p>
    <w:p w14:paraId="60EFADD7" w14:textId="77777777" w:rsidR="00383518" w:rsidRPr="0036561F" w:rsidRDefault="00383518" w:rsidP="00383518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65ED041E" w14:textId="77777777" w:rsidR="00383518" w:rsidRPr="009C7FBB" w:rsidRDefault="00383518" w:rsidP="00383518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Christian Godsk Andersen, 2y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Ole Toft Hansen (rektor)</w:t>
      </w:r>
    </w:p>
    <w:p w14:paraId="108BD2DC" w14:textId="77777777" w:rsidR="00383518" w:rsidRPr="00CF71FA" w:rsidRDefault="00383518" w:rsidP="00CF71FA"/>
    <w:sectPr w:rsidR="00383518" w:rsidRPr="00CF71FA" w:rsidSect="00685328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UltraLight">
    <w:panose1 w:val="02000206000000020004"/>
    <w:charset w:val="00"/>
    <w:family w:val="auto"/>
    <w:pitch w:val="variable"/>
    <w:sig w:usb0="A00002FF" w:usb1="5000205B" w:usb2="00000002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62E88"/>
    <w:multiLevelType w:val="hybridMultilevel"/>
    <w:tmpl w:val="ED266B4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16F8F"/>
    <w:multiLevelType w:val="hybridMultilevel"/>
    <w:tmpl w:val="4BF4596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63199"/>
    <w:multiLevelType w:val="hybridMultilevel"/>
    <w:tmpl w:val="219CE254"/>
    <w:lvl w:ilvl="0" w:tplc="33A00D00">
      <w:start w:val="1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F4C31"/>
    <w:multiLevelType w:val="hybridMultilevel"/>
    <w:tmpl w:val="ECFC37E0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2951D3"/>
    <w:multiLevelType w:val="hybridMultilevel"/>
    <w:tmpl w:val="E074473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attachedTemplate r:id="rId1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62F"/>
    <w:rsid w:val="000252E7"/>
    <w:rsid w:val="00084F76"/>
    <w:rsid w:val="0008747C"/>
    <w:rsid w:val="00131C80"/>
    <w:rsid w:val="00145066"/>
    <w:rsid w:val="00154829"/>
    <w:rsid w:val="00163490"/>
    <w:rsid w:val="00165103"/>
    <w:rsid w:val="00170633"/>
    <w:rsid w:val="001A2BB5"/>
    <w:rsid w:val="001A562F"/>
    <w:rsid w:val="00216088"/>
    <w:rsid w:val="00216C6B"/>
    <w:rsid w:val="0022442D"/>
    <w:rsid w:val="00254BB3"/>
    <w:rsid w:val="00272D80"/>
    <w:rsid w:val="00273BF2"/>
    <w:rsid w:val="00285108"/>
    <w:rsid w:val="002A17AD"/>
    <w:rsid w:val="002C15A9"/>
    <w:rsid w:val="002C3076"/>
    <w:rsid w:val="002F2303"/>
    <w:rsid w:val="003142C9"/>
    <w:rsid w:val="0031709A"/>
    <w:rsid w:val="003635E5"/>
    <w:rsid w:val="00366409"/>
    <w:rsid w:val="00367794"/>
    <w:rsid w:val="00383518"/>
    <w:rsid w:val="0039158C"/>
    <w:rsid w:val="003C6C4C"/>
    <w:rsid w:val="003D4372"/>
    <w:rsid w:val="004077B5"/>
    <w:rsid w:val="00424A13"/>
    <w:rsid w:val="00435472"/>
    <w:rsid w:val="00457E10"/>
    <w:rsid w:val="00470266"/>
    <w:rsid w:val="00473793"/>
    <w:rsid w:val="004862EA"/>
    <w:rsid w:val="00497870"/>
    <w:rsid w:val="004B79C8"/>
    <w:rsid w:val="004D0C6B"/>
    <w:rsid w:val="004F4C39"/>
    <w:rsid w:val="0050429E"/>
    <w:rsid w:val="005205C7"/>
    <w:rsid w:val="00522D04"/>
    <w:rsid w:val="00524539"/>
    <w:rsid w:val="00533FDB"/>
    <w:rsid w:val="0055666E"/>
    <w:rsid w:val="0057407D"/>
    <w:rsid w:val="00576BAD"/>
    <w:rsid w:val="00577B6A"/>
    <w:rsid w:val="00587598"/>
    <w:rsid w:val="00631A99"/>
    <w:rsid w:val="00635ED5"/>
    <w:rsid w:val="00685328"/>
    <w:rsid w:val="006C40B7"/>
    <w:rsid w:val="006D48D3"/>
    <w:rsid w:val="00703A80"/>
    <w:rsid w:val="00736C96"/>
    <w:rsid w:val="007562CB"/>
    <w:rsid w:val="00777D34"/>
    <w:rsid w:val="00784665"/>
    <w:rsid w:val="007969E7"/>
    <w:rsid w:val="007D1F3B"/>
    <w:rsid w:val="00823B93"/>
    <w:rsid w:val="00832183"/>
    <w:rsid w:val="008650FA"/>
    <w:rsid w:val="008945B0"/>
    <w:rsid w:val="008C41AA"/>
    <w:rsid w:val="008D5781"/>
    <w:rsid w:val="00937B05"/>
    <w:rsid w:val="009400D3"/>
    <w:rsid w:val="00943C03"/>
    <w:rsid w:val="00950567"/>
    <w:rsid w:val="00950F52"/>
    <w:rsid w:val="009C487F"/>
    <w:rsid w:val="00A028FC"/>
    <w:rsid w:val="00A02AC2"/>
    <w:rsid w:val="00A356D0"/>
    <w:rsid w:val="00A8490A"/>
    <w:rsid w:val="00AD11AD"/>
    <w:rsid w:val="00AE1327"/>
    <w:rsid w:val="00B072AD"/>
    <w:rsid w:val="00B129C5"/>
    <w:rsid w:val="00B47149"/>
    <w:rsid w:val="00B55333"/>
    <w:rsid w:val="00B61754"/>
    <w:rsid w:val="00BC02F9"/>
    <w:rsid w:val="00C12183"/>
    <w:rsid w:val="00C65530"/>
    <w:rsid w:val="00CB0248"/>
    <w:rsid w:val="00CB2506"/>
    <w:rsid w:val="00CC3DD0"/>
    <w:rsid w:val="00CF71FA"/>
    <w:rsid w:val="00D26567"/>
    <w:rsid w:val="00D71FD4"/>
    <w:rsid w:val="00DB6BEC"/>
    <w:rsid w:val="00DC720F"/>
    <w:rsid w:val="00DD31AF"/>
    <w:rsid w:val="00DE7511"/>
    <w:rsid w:val="00E22635"/>
    <w:rsid w:val="00E22A4F"/>
    <w:rsid w:val="00E62ABB"/>
    <w:rsid w:val="00EE11D0"/>
    <w:rsid w:val="00F26FAF"/>
    <w:rsid w:val="00FC5FB6"/>
    <w:rsid w:val="00FD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A8041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A17AD"/>
    <w:rPr>
      <w:rFonts w:ascii="Helvetica Neue Light" w:hAnsi="Helvetica Neue Light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A17AD"/>
    <w:pPr>
      <w:keepNext/>
      <w:keepLines/>
      <w:spacing w:before="240"/>
      <w:outlineLvl w:val="0"/>
    </w:pPr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2A17AD"/>
    <w:pPr>
      <w:keepNext/>
      <w:keepLines/>
      <w:spacing w:before="40"/>
      <w:ind w:left="360"/>
      <w:outlineLvl w:val="1"/>
    </w:pPr>
    <w:rPr>
      <w:rFonts w:ascii="Helvetica Neue" w:eastAsiaTheme="majorEastAsia" w:hAnsi="Helvetica Neue" w:cstheme="majorBidi"/>
      <w:color w:val="323E4F" w:themeColor="text2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rsid w:val="002A17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4">
    <w:name w:val="heading 4"/>
    <w:aliases w:val="Referat"/>
    <w:basedOn w:val="Normal"/>
    <w:next w:val="Normal"/>
    <w:link w:val="Overskrift4Tegn"/>
    <w:uiPriority w:val="9"/>
    <w:unhideWhenUsed/>
    <w:qFormat/>
    <w:rsid w:val="00B129C5"/>
    <w:pPr>
      <w:keepNext/>
      <w:keepLines/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2A17AD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A17AD"/>
    <w:rPr>
      <w:rFonts w:ascii="Helvetica Neue Light" w:eastAsiaTheme="majorEastAsia" w:hAnsi="Helvetica Neue Light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A17AD"/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A17AD"/>
    <w:rPr>
      <w:rFonts w:ascii="Helvetica Neue" w:eastAsiaTheme="majorEastAsia" w:hAnsi="Helvetica Neue" w:cstheme="majorBidi"/>
      <w:color w:val="323E4F" w:themeColor="text2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A17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4Tegn">
    <w:name w:val="Overskrift 4 Tegn"/>
    <w:aliases w:val="Referat Tegn"/>
    <w:basedOn w:val="Standardskrifttypeiafsnit"/>
    <w:link w:val="Overskrift4"/>
    <w:uiPriority w:val="9"/>
    <w:rsid w:val="00B129C5"/>
    <w:rPr>
      <w:rFonts w:ascii="Helvetica Neue Light" w:eastAsiaTheme="majorEastAsia" w:hAnsi="Helvetica Neue Light" w:cstheme="majorBidi"/>
      <w:i/>
      <w:iCs/>
      <w:color w:val="2E74B5" w:themeColor="accent1" w:themeShade="BF"/>
    </w:rPr>
  </w:style>
  <w:style w:type="paragraph" w:styleId="Listeafsnit">
    <w:name w:val="List Paragraph"/>
    <w:basedOn w:val="Normal"/>
    <w:uiPriority w:val="34"/>
    <w:qFormat/>
    <w:rsid w:val="00AD1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oer7436/Library/Group%20Containers/UBF8T346G9.Office/User%20Content.localized/Templates.localized/HH.dotx" TargetMode="Externa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HH.dotx</Template>
  <TotalTime>2</TotalTime>
  <Pages>3</Pages>
  <Words>642</Words>
  <Characters>3921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Dagsorden til Bestyrelsesmøde</vt:lpstr>
      <vt:lpstr>Onsdag d. 15. marts 2017 kl. 16.00-18.00 på Vestfyns Gymnasium</vt:lpstr>
      <vt:lpstr>Mødelokale 20 på 1. Sal</vt:lpstr>
      <vt:lpstr>    Underskrivelse af referater sidste bestyrelsesmøde d. 31. januar 2017</vt:lpstr>
      <vt:lpstr>    Godkendelse af den udsendte dagsorden</vt:lpstr>
      <vt:lpstr>    Årsregnskab og Årsrapport 2015</vt:lpstr>
      <vt:lpstr>    Gymnasiereformen</vt:lpstr>
      <vt:lpstr>    Status for ansøgertal 1.g skoleåret 2017-18 på VG og på Fyn</vt:lpstr>
      <vt:lpstr>    Meddelelser</vt:lpstr>
      <vt:lpstr>    Dato for næste bestyrelsesmøder</vt:lpstr>
      <vt:lpstr>    Eventuelt.</vt:lpstr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Hjelholt Hansen</dc:creator>
  <cp:keywords/>
  <dc:description/>
  <cp:lastModifiedBy>Jakob Kildehave</cp:lastModifiedBy>
  <cp:revision>2</cp:revision>
  <cp:lastPrinted>2020-03-03T12:29:00Z</cp:lastPrinted>
  <dcterms:created xsi:type="dcterms:W3CDTF">2020-03-27T08:24:00Z</dcterms:created>
  <dcterms:modified xsi:type="dcterms:W3CDTF">2020-03-27T08:24:00Z</dcterms:modified>
</cp:coreProperties>
</file>